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B11B7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17438082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13A5CBB4" w14:textId="77777777" w:rsidR="00B41319" w:rsidRPr="00882D69" w:rsidRDefault="004E14E1" w:rsidP="004E14E1">
      <w:pPr>
        <w:jc w:val="center"/>
        <w:rPr>
          <w:sz w:val="22"/>
          <w:szCs w:val="22"/>
        </w:rPr>
      </w:pPr>
      <w:r w:rsidRPr="00882D69">
        <w:rPr>
          <w:b/>
          <w:bCs/>
          <w:sz w:val="22"/>
          <w:szCs w:val="22"/>
        </w:rPr>
        <w:t>ÜÜRIPINNA</w:t>
      </w:r>
      <w:r w:rsidR="007049AD" w:rsidRPr="00882D69">
        <w:rPr>
          <w:b/>
          <w:bCs/>
          <w:sz w:val="22"/>
          <w:szCs w:val="22"/>
        </w:rPr>
        <w:t xml:space="preserve"> </w:t>
      </w:r>
      <w:r w:rsidRPr="00882D69">
        <w:rPr>
          <w:b/>
          <w:bCs/>
          <w:sz w:val="22"/>
          <w:szCs w:val="22"/>
        </w:rPr>
        <w:t>ÜLEANDMISE-</w:t>
      </w:r>
      <w:r w:rsidR="00B41319" w:rsidRPr="00882D69">
        <w:rPr>
          <w:b/>
          <w:bCs/>
          <w:sz w:val="22"/>
          <w:szCs w:val="22"/>
        </w:rPr>
        <w:t xml:space="preserve">VASTUVÕTMISE </w:t>
      </w:r>
      <w:r w:rsidR="006E2144" w:rsidRPr="00882D69">
        <w:rPr>
          <w:b/>
          <w:bCs/>
          <w:sz w:val="22"/>
          <w:szCs w:val="22"/>
        </w:rPr>
        <w:t>AKT</w:t>
      </w:r>
    </w:p>
    <w:p w14:paraId="5A846F03" w14:textId="77777777" w:rsidR="00DF16DE" w:rsidRDefault="00DF16DE" w:rsidP="001A3650">
      <w:pPr>
        <w:jc w:val="both"/>
        <w:rPr>
          <w:sz w:val="22"/>
          <w:szCs w:val="22"/>
        </w:rPr>
      </w:pPr>
    </w:p>
    <w:p w14:paraId="25A3AFE4" w14:textId="77777777" w:rsidR="005223B0" w:rsidRPr="00882D69" w:rsidRDefault="005223B0" w:rsidP="001A3650">
      <w:pPr>
        <w:jc w:val="both"/>
        <w:rPr>
          <w:sz w:val="22"/>
          <w:szCs w:val="22"/>
        </w:rPr>
      </w:pPr>
    </w:p>
    <w:p w14:paraId="139F8397" w14:textId="79E90C3F" w:rsidR="00DF16DE" w:rsidRPr="00882D69" w:rsidRDefault="00DF16DE" w:rsidP="00DF16DE">
      <w:pPr>
        <w:tabs>
          <w:tab w:val="left" w:pos="5670"/>
        </w:tabs>
        <w:jc w:val="both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Käesolevale aktile alla kirjutades kinnitavad Üleandja ja Vastuvõtja, et üüripind on üle antud ja vastu võetud seisuga </w:t>
      </w:r>
      <w:r w:rsidR="00D948A1">
        <w:rPr>
          <w:b/>
          <w:sz w:val="22"/>
          <w:szCs w:val="22"/>
        </w:rPr>
        <w:t>27</w:t>
      </w:r>
      <w:r w:rsidR="002117A7">
        <w:rPr>
          <w:b/>
          <w:sz w:val="22"/>
          <w:szCs w:val="22"/>
        </w:rPr>
        <w:t>.</w:t>
      </w:r>
      <w:r w:rsidR="00AD6BF5">
        <w:rPr>
          <w:b/>
          <w:sz w:val="22"/>
          <w:szCs w:val="22"/>
        </w:rPr>
        <w:t>0</w:t>
      </w:r>
      <w:r w:rsidR="00D948A1">
        <w:rPr>
          <w:b/>
          <w:sz w:val="22"/>
          <w:szCs w:val="22"/>
        </w:rPr>
        <w:t>2</w:t>
      </w:r>
      <w:r w:rsidR="002117A7">
        <w:rPr>
          <w:b/>
          <w:sz w:val="22"/>
          <w:szCs w:val="22"/>
        </w:rPr>
        <w:t>.202</w:t>
      </w:r>
      <w:r w:rsidR="00AD6BF5">
        <w:rPr>
          <w:b/>
          <w:sz w:val="22"/>
          <w:szCs w:val="22"/>
        </w:rPr>
        <w:t>4</w:t>
      </w:r>
      <w:r w:rsidRPr="00882D69">
        <w:rPr>
          <w:b/>
          <w:sz w:val="22"/>
          <w:szCs w:val="22"/>
        </w:rPr>
        <w:t xml:space="preserve">. </w:t>
      </w:r>
    </w:p>
    <w:p w14:paraId="6987EF73" w14:textId="77777777" w:rsidR="00DF16DE" w:rsidRPr="00882D69" w:rsidRDefault="00DF16DE">
      <w:pPr>
        <w:rPr>
          <w:sz w:val="22"/>
          <w:szCs w:val="22"/>
        </w:rPr>
      </w:pPr>
    </w:p>
    <w:p w14:paraId="35B602B3" w14:textId="0D04653A" w:rsidR="00AD6BF5" w:rsidRDefault="007049AD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>Üüripinna üleandja</w:t>
      </w:r>
      <w:r w:rsidR="00DF16DE" w:rsidRPr="00882D69">
        <w:rPr>
          <w:b/>
          <w:sz w:val="22"/>
          <w:szCs w:val="22"/>
        </w:rPr>
        <w:t xml:space="preserve">: </w:t>
      </w:r>
      <w:r w:rsidR="00D948A1">
        <w:rPr>
          <w:b/>
          <w:sz w:val="22"/>
          <w:szCs w:val="22"/>
        </w:rPr>
        <w:t>Päästeamet, Mait Mürk</w:t>
      </w:r>
    </w:p>
    <w:p w14:paraId="78D5D398" w14:textId="2692EAC1" w:rsidR="00DF16DE" w:rsidRPr="00882D69" w:rsidRDefault="00DF16DE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Vastuvõtja: </w:t>
      </w:r>
      <w:r w:rsidR="0083170A">
        <w:rPr>
          <w:b/>
          <w:sz w:val="22"/>
          <w:szCs w:val="22"/>
        </w:rPr>
        <w:t>Ragnar Savvi, RKAS</w:t>
      </w:r>
    </w:p>
    <w:p w14:paraId="3E23776A" w14:textId="77777777" w:rsidR="00B41319" w:rsidRPr="00882D69" w:rsidRDefault="00B41319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14:paraId="71A8E776" w14:textId="04CF70CB" w:rsidR="00B41319" w:rsidRPr="00882D69" w:rsidRDefault="00B41319" w:rsidP="006F3ACC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 xml:space="preserve">Üleandja annab Vastuvõtjale üle </w:t>
      </w:r>
      <w:r w:rsidR="001A3650" w:rsidRPr="00882D69">
        <w:rPr>
          <w:sz w:val="22"/>
          <w:szCs w:val="22"/>
        </w:rPr>
        <w:t>üürilepingu</w:t>
      </w:r>
      <w:r w:rsidR="005223B0">
        <w:rPr>
          <w:sz w:val="22"/>
          <w:szCs w:val="22"/>
        </w:rPr>
        <w:t>st</w:t>
      </w:r>
      <w:r w:rsidR="001A3650" w:rsidRPr="00882D69">
        <w:rPr>
          <w:sz w:val="22"/>
          <w:szCs w:val="22"/>
        </w:rPr>
        <w:t xml:space="preserve"> nr</w:t>
      </w:r>
      <w:r w:rsidR="007049AD" w:rsidRPr="00882D69">
        <w:rPr>
          <w:sz w:val="22"/>
          <w:szCs w:val="22"/>
        </w:rPr>
        <w:t xml:space="preserve"> </w:t>
      </w:r>
      <w:r w:rsidR="00D948A1" w:rsidRPr="00D948A1">
        <w:rPr>
          <w:rFonts w:ascii="Arial" w:hAnsi="Arial" w:cs="Arial"/>
          <w:sz w:val="23"/>
          <w:szCs w:val="23"/>
          <w:shd w:val="clear" w:color="auto" w:fill="FFFFFF"/>
        </w:rPr>
        <w:t>KPJ-4/2019-1023</w:t>
      </w:r>
      <w:r w:rsidR="00D948A1">
        <w:t xml:space="preserve"> </w:t>
      </w:r>
      <w:r w:rsidR="001A3650" w:rsidRPr="002720E9">
        <w:rPr>
          <w:sz w:val="22"/>
          <w:szCs w:val="22"/>
        </w:rPr>
        <w:t>tulenevalt</w:t>
      </w:r>
      <w:r w:rsidR="001A3650" w:rsidRPr="00882D69">
        <w:rPr>
          <w:sz w:val="22"/>
          <w:szCs w:val="22"/>
        </w:rPr>
        <w:t xml:space="preserve"> aadressil </w:t>
      </w:r>
      <w:r w:rsidR="00D948A1">
        <w:rPr>
          <w:sz w:val="22"/>
          <w:szCs w:val="22"/>
        </w:rPr>
        <w:t>Riia mnt 6, Viljandi linn</w:t>
      </w:r>
      <w:r w:rsidR="0083170A">
        <w:rPr>
          <w:sz w:val="22"/>
          <w:szCs w:val="22"/>
        </w:rPr>
        <w:t>,</w:t>
      </w:r>
      <w:r w:rsidR="00072962">
        <w:rPr>
          <w:sz w:val="22"/>
          <w:szCs w:val="22"/>
        </w:rPr>
        <w:t xml:space="preserve"> </w:t>
      </w:r>
      <w:r w:rsidR="001A3650" w:rsidRPr="00882D69">
        <w:rPr>
          <w:sz w:val="22"/>
          <w:szCs w:val="22"/>
        </w:rPr>
        <w:t>paikneva üüripinna alljärgnevas</w:t>
      </w:r>
      <w:r w:rsidRPr="00882D69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932"/>
        <w:gridCol w:w="2020"/>
        <w:gridCol w:w="992"/>
        <w:gridCol w:w="3561"/>
        <w:gridCol w:w="1536"/>
      </w:tblGrid>
      <w:tr w:rsidR="00341605" w:rsidRPr="00882D69" w14:paraId="2D131831" w14:textId="77777777" w:rsidTr="00A92C69">
        <w:tc>
          <w:tcPr>
            <w:tcW w:w="587" w:type="dxa"/>
            <w:shd w:val="clear" w:color="auto" w:fill="D9D9D9" w:themeFill="background1" w:themeFillShade="D9"/>
          </w:tcPr>
          <w:p w14:paraId="77C47E6B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Jrk nr</w:t>
            </w:r>
          </w:p>
        </w:tc>
        <w:tc>
          <w:tcPr>
            <w:tcW w:w="932" w:type="dxa"/>
            <w:shd w:val="clear" w:color="auto" w:fill="D9D9D9" w:themeFill="background1" w:themeFillShade="D9"/>
          </w:tcPr>
          <w:p w14:paraId="4832C615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5EE5ED2B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nimetus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5C866C9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Seisu-korra hinne (1-5)</w:t>
            </w:r>
            <w:r w:rsidRPr="00882D69">
              <w:rPr>
                <w:rStyle w:val="Allmrkuseviide"/>
                <w:b/>
                <w:sz w:val="22"/>
                <w:szCs w:val="22"/>
              </w:rPr>
              <w:footnoteReference w:id="1"/>
            </w:r>
          </w:p>
        </w:tc>
        <w:tc>
          <w:tcPr>
            <w:tcW w:w="3561" w:type="dxa"/>
            <w:shd w:val="clear" w:color="auto" w:fill="D9D9D9" w:themeFill="background1" w:themeFillShade="D9"/>
          </w:tcPr>
          <w:p w14:paraId="641BF087" w14:textId="77777777" w:rsidR="00341605" w:rsidRPr="00882D69" w:rsidRDefault="00341605" w:rsidP="00341605">
            <w:pPr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Olulised puudused 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14:paraId="1EE75E23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Puuduse likvideerimise aeg</w:t>
            </w:r>
          </w:p>
        </w:tc>
      </w:tr>
      <w:tr w:rsidR="00341605" w:rsidRPr="00882D69" w14:paraId="6278486D" w14:textId="77777777" w:rsidTr="00A92C69">
        <w:tc>
          <w:tcPr>
            <w:tcW w:w="587" w:type="dxa"/>
          </w:tcPr>
          <w:p w14:paraId="5093E179" w14:textId="157334A8" w:rsidR="00341605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2" w:type="dxa"/>
          </w:tcPr>
          <w:p w14:paraId="543DB858" w14:textId="3D5FB788" w:rsidR="00FD4C09" w:rsidRPr="00882D69" w:rsidRDefault="00FD4C09" w:rsidP="00FD4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5ED5FC8E" w14:textId="6DAA9D81" w:rsidR="00341605" w:rsidRPr="00882D69" w:rsidRDefault="00D948A1" w:rsidP="00A92C6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Üldruumid</w:t>
            </w:r>
            <w:proofErr w:type="spellEnd"/>
          </w:p>
        </w:tc>
        <w:tc>
          <w:tcPr>
            <w:tcW w:w="992" w:type="dxa"/>
          </w:tcPr>
          <w:p w14:paraId="5246C5B3" w14:textId="77909997" w:rsidR="00F5079C" w:rsidRPr="00882D69" w:rsidRDefault="00D948A1" w:rsidP="00F50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61" w:type="dxa"/>
          </w:tcPr>
          <w:p w14:paraId="001B565F" w14:textId="7C87D7F3" w:rsidR="00341605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33CD3508" w14:textId="56A97490" w:rsidR="00341605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1605" w:rsidRPr="00882D69" w14:paraId="0283A731" w14:textId="77777777" w:rsidTr="00A92C69">
        <w:tc>
          <w:tcPr>
            <w:tcW w:w="587" w:type="dxa"/>
          </w:tcPr>
          <w:p w14:paraId="3B7F61A1" w14:textId="3DE994D9" w:rsidR="00341605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2" w:type="dxa"/>
          </w:tcPr>
          <w:p w14:paraId="20D123C6" w14:textId="6700647B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125624F2" w14:textId="66DFE7AC" w:rsidR="00341605" w:rsidRPr="00882D69" w:rsidRDefault="00D948A1" w:rsidP="00A92C6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Garaazid</w:t>
            </w:r>
            <w:proofErr w:type="spellEnd"/>
          </w:p>
        </w:tc>
        <w:tc>
          <w:tcPr>
            <w:tcW w:w="992" w:type="dxa"/>
          </w:tcPr>
          <w:p w14:paraId="0DD40C5E" w14:textId="35FFDDA6" w:rsidR="00341605" w:rsidRPr="00882D69" w:rsidRDefault="006E0799" w:rsidP="00F50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61" w:type="dxa"/>
          </w:tcPr>
          <w:p w14:paraId="1AEB2B52" w14:textId="02748A47" w:rsidR="00341605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4AE9B2F8" w14:textId="1F769D7A" w:rsidR="00341605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1605" w:rsidRPr="00882D69" w14:paraId="7F4C8E15" w14:textId="77777777" w:rsidTr="00A92C69">
        <w:tc>
          <w:tcPr>
            <w:tcW w:w="587" w:type="dxa"/>
          </w:tcPr>
          <w:p w14:paraId="0FB1C723" w14:textId="1C10C17D" w:rsidR="00341605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32" w:type="dxa"/>
          </w:tcPr>
          <w:p w14:paraId="3231565F" w14:textId="727BE611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29CB3E06" w14:textId="71A82FDE" w:rsidR="00341605" w:rsidRPr="00882D69" w:rsidRDefault="00D948A1" w:rsidP="00A92C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Õppetorn</w:t>
            </w:r>
          </w:p>
        </w:tc>
        <w:tc>
          <w:tcPr>
            <w:tcW w:w="992" w:type="dxa"/>
          </w:tcPr>
          <w:p w14:paraId="751738E7" w14:textId="67B9CFA7" w:rsidR="00341605" w:rsidRPr="00882D69" w:rsidRDefault="006E0799" w:rsidP="00F50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61" w:type="dxa"/>
          </w:tcPr>
          <w:p w14:paraId="16EEF620" w14:textId="4BE98927" w:rsidR="00341605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6" w:type="dxa"/>
          </w:tcPr>
          <w:p w14:paraId="6864D502" w14:textId="4F86DDEB" w:rsidR="00341605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1605" w:rsidRPr="00882D69" w14:paraId="35471298" w14:textId="77777777" w:rsidTr="00A92C69">
        <w:tc>
          <w:tcPr>
            <w:tcW w:w="587" w:type="dxa"/>
          </w:tcPr>
          <w:p w14:paraId="36F3AC19" w14:textId="4171E71D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3D1E0749" w14:textId="263E5C91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440A4AF2" w14:textId="1008374E" w:rsidR="00341605" w:rsidRPr="00882D69" w:rsidRDefault="00341605" w:rsidP="00A92C6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9E9EE12" w14:textId="34E6A9AE" w:rsidR="00341605" w:rsidRPr="00882D69" w:rsidRDefault="00341605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7E5EFF4D" w14:textId="77777777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D753A37" w14:textId="77777777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341605" w:rsidRPr="00882D69" w14:paraId="4C8381EC" w14:textId="77777777" w:rsidTr="00A92C69">
        <w:trPr>
          <w:trHeight w:val="70"/>
        </w:trPr>
        <w:tc>
          <w:tcPr>
            <w:tcW w:w="587" w:type="dxa"/>
          </w:tcPr>
          <w:p w14:paraId="02A1170E" w14:textId="2879E0C7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78FE32A6" w14:textId="2A94C5ED"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4AE9FDD9" w14:textId="581EA45F" w:rsidR="00341605" w:rsidRPr="00882D69" w:rsidRDefault="00341605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DBC3BD6" w14:textId="6C8C2970" w:rsidR="00341605" w:rsidRPr="00882D69" w:rsidRDefault="00341605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09503798" w14:textId="51F62F94" w:rsidR="00341605" w:rsidRPr="00882D69" w:rsidRDefault="00341605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5717432" w14:textId="49BC2577" w:rsidR="00341605" w:rsidRPr="00882D69" w:rsidRDefault="00341605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1FC77F6F" w14:textId="77777777" w:rsidTr="00A92C69">
        <w:trPr>
          <w:trHeight w:val="70"/>
        </w:trPr>
        <w:tc>
          <w:tcPr>
            <w:tcW w:w="587" w:type="dxa"/>
          </w:tcPr>
          <w:p w14:paraId="7799F25A" w14:textId="363C807E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67F36313" w14:textId="455703E0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7F2CBDD2" w14:textId="2C43EFE6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27B0D09" w14:textId="23B32FF8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75AFF3E6" w14:textId="2E0C29FA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A2CB277" w14:textId="66B0F74D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7DD0C244" w14:textId="77777777" w:rsidTr="00A92C69">
        <w:trPr>
          <w:trHeight w:val="70"/>
        </w:trPr>
        <w:tc>
          <w:tcPr>
            <w:tcW w:w="587" w:type="dxa"/>
          </w:tcPr>
          <w:p w14:paraId="7F35A2AA" w14:textId="320B651D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47AE3E28" w14:textId="46908A03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02935BAD" w14:textId="692EE192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A30B8D6" w14:textId="4A1A2CA0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6A2FE466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A5A1B29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43FD645D" w14:textId="77777777" w:rsidTr="00A92C69">
        <w:trPr>
          <w:trHeight w:val="70"/>
        </w:trPr>
        <w:tc>
          <w:tcPr>
            <w:tcW w:w="587" w:type="dxa"/>
          </w:tcPr>
          <w:p w14:paraId="0195FB94" w14:textId="55C32B68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71E1109D" w14:textId="252D4BD7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62474B8C" w14:textId="0D3E2C11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42A309E" w14:textId="7A32E312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419819C8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321D538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53E2ECFD" w14:textId="77777777" w:rsidTr="00A92C69">
        <w:trPr>
          <w:trHeight w:val="70"/>
        </w:trPr>
        <w:tc>
          <w:tcPr>
            <w:tcW w:w="587" w:type="dxa"/>
          </w:tcPr>
          <w:p w14:paraId="01E1A038" w14:textId="08D54668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47CC3F2A" w14:textId="3557EABE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01A00F4A" w14:textId="2DB289A9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4773E54" w14:textId="3B650661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1D9F226B" w14:textId="2A6A4813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CF8124C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6164362E" w14:textId="77777777" w:rsidTr="00A92C69">
        <w:trPr>
          <w:trHeight w:val="70"/>
        </w:trPr>
        <w:tc>
          <w:tcPr>
            <w:tcW w:w="587" w:type="dxa"/>
          </w:tcPr>
          <w:p w14:paraId="4490C184" w14:textId="6E8123E8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005CCBD5" w14:textId="7E4314C7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03046CEB" w14:textId="43C8827F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BD3323C" w14:textId="78FAACEA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503B1F38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72995CB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6E27A039" w14:textId="77777777" w:rsidTr="00A92C69">
        <w:trPr>
          <w:trHeight w:val="70"/>
        </w:trPr>
        <w:tc>
          <w:tcPr>
            <w:tcW w:w="587" w:type="dxa"/>
          </w:tcPr>
          <w:p w14:paraId="288FCF26" w14:textId="567D4699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300AB175" w14:textId="01DEAC1B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2546A860" w14:textId="45CDC3D5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2B640AC" w14:textId="6B4B60CF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44DBB923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C5A4576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73D47592" w14:textId="77777777" w:rsidTr="00A92C69">
        <w:trPr>
          <w:trHeight w:val="70"/>
        </w:trPr>
        <w:tc>
          <w:tcPr>
            <w:tcW w:w="587" w:type="dxa"/>
          </w:tcPr>
          <w:p w14:paraId="36749AA5" w14:textId="2C5C1973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325D7718" w14:textId="1B9132F1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46AEB4AD" w14:textId="66EC8AAE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7562C56" w14:textId="1F0A3DAB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7FEFB0C3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95D1AA8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7F0EC18C" w14:textId="77777777" w:rsidTr="00A92C69">
        <w:trPr>
          <w:trHeight w:val="70"/>
        </w:trPr>
        <w:tc>
          <w:tcPr>
            <w:tcW w:w="587" w:type="dxa"/>
          </w:tcPr>
          <w:p w14:paraId="3C45B5F8" w14:textId="68E1A039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5962D1BF" w14:textId="05E2CD10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3F157762" w14:textId="6345BFFA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91D321" w14:textId="644918B5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365D5B60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687492B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6F6A7A60" w14:textId="77777777" w:rsidTr="00A92C69">
        <w:trPr>
          <w:trHeight w:val="70"/>
        </w:trPr>
        <w:tc>
          <w:tcPr>
            <w:tcW w:w="587" w:type="dxa"/>
          </w:tcPr>
          <w:p w14:paraId="6F563F88" w14:textId="3174FDE5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5AD039D1" w14:textId="0D4F2CC3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0146F90C" w14:textId="6E4FFAA3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ACCE6FA" w14:textId="32CC9A80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41C5BF57" w14:textId="4A5BCC0E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A4A4CA0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70A95C0E" w14:textId="77777777" w:rsidTr="00A92C69">
        <w:trPr>
          <w:trHeight w:val="70"/>
        </w:trPr>
        <w:tc>
          <w:tcPr>
            <w:tcW w:w="587" w:type="dxa"/>
          </w:tcPr>
          <w:p w14:paraId="6AA1BCE2" w14:textId="49D3BA0B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59D81CD1" w14:textId="1F9247A8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52D65B49" w14:textId="72C8E1FB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478E5CD" w14:textId="703D17D9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2D149AA1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A7CCBF6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6DAD6276" w14:textId="77777777" w:rsidTr="00A92C69">
        <w:trPr>
          <w:trHeight w:val="70"/>
        </w:trPr>
        <w:tc>
          <w:tcPr>
            <w:tcW w:w="587" w:type="dxa"/>
          </w:tcPr>
          <w:p w14:paraId="6ED8BF7F" w14:textId="7747D76A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0C374C79" w14:textId="1947EC7B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407D6FA3" w14:textId="23FF6EBC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730841A" w14:textId="5A9512CF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0B48A2A7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C94A5E6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3BDC43C1" w14:textId="77777777" w:rsidTr="00A92C69">
        <w:trPr>
          <w:trHeight w:val="70"/>
        </w:trPr>
        <w:tc>
          <w:tcPr>
            <w:tcW w:w="587" w:type="dxa"/>
          </w:tcPr>
          <w:p w14:paraId="71D3E8EA" w14:textId="497775F6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699B3C5C" w14:textId="2F1B6827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0367903C" w14:textId="551C05E8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714F61C" w14:textId="1A1FE835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3A325F5F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9819920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3F1E9EBC" w14:textId="77777777" w:rsidTr="00A92C69">
        <w:trPr>
          <w:trHeight w:val="70"/>
        </w:trPr>
        <w:tc>
          <w:tcPr>
            <w:tcW w:w="587" w:type="dxa"/>
          </w:tcPr>
          <w:p w14:paraId="4D69F584" w14:textId="38484A68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74FCACAE" w14:textId="126142B1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1C798659" w14:textId="085A7C5A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D23D6F9" w14:textId="06F53763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62FB1C12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670C411" w14:textId="77777777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  <w:tr w:rsidR="00FD4C09" w:rsidRPr="00882D69" w14:paraId="729EEB80" w14:textId="77777777" w:rsidTr="00A92C69">
        <w:trPr>
          <w:trHeight w:val="70"/>
        </w:trPr>
        <w:tc>
          <w:tcPr>
            <w:tcW w:w="587" w:type="dxa"/>
          </w:tcPr>
          <w:p w14:paraId="74626DAB" w14:textId="5E5C4941" w:rsidR="00FD4C09" w:rsidRPr="00882D6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7F162E9B" w14:textId="1F24B5B9" w:rsidR="00FD4C09" w:rsidRDefault="00FD4C09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1106E952" w14:textId="7639B6BF" w:rsidR="00FD4C0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131AFC0" w14:textId="3D1553B9" w:rsidR="00FD4C09" w:rsidRPr="00882D69" w:rsidRDefault="00FD4C09" w:rsidP="00F50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1" w:type="dxa"/>
          </w:tcPr>
          <w:p w14:paraId="7A304518" w14:textId="70490A19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8D79C96" w14:textId="485B43E9" w:rsidR="00FD4C09" w:rsidRPr="00882D69" w:rsidRDefault="00FD4C09" w:rsidP="00341605">
            <w:pPr>
              <w:rPr>
                <w:sz w:val="22"/>
                <w:szCs w:val="22"/>
              </w:rPr>
            </w:pPr>
          </w:p>
        </w:tc>
      </w:tr>
    </w:tbl>
    <w:p w14:paraId="52FF2FA3" w14:textId="77777777" w:rsidR="006F3ACC" w:rsidRPr="00882D69" w:rsidRDefault="006F3ACC" w:rsidP="006F3ACC">
      <w:pPr>
        <w:pStyle w:val="Loendilik"/>
        <w:spacing w:before="100" w:beforeAutospacing="1" w:after="100" w:afterAutospacing="1"/>
        <w:rPr>
          <w:sz w:val="22"/>
          <w:szCs w:val="22"/>
        </w:rPr>
      </w:pPr>
    </w:p>
    <w:p w14:paraId="22D368AB" w14:textId="47CDCEF1" w:rsidR="007049AD" w:rsidRPr="00882D69" w:rsidRDefault="00070669" w:rsidP="006F3ACC">
      <w:pPr>
        <w:pStyle w:val="Loendilik"/>
        <w:numPr>
          <w:ilvl w:val="0"/>
          <w:numId w:val="24"/>
        </w:num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Tagastatud </w:t>
      </w:r>
      <w:r w:rsidR="007049AD" w:rsidRPr="00882D69">
        <w:rPr>
          <w:sz w:val="22"/>
          <w:szCs w:val="22"/>
        </w:rPr>
        <w:t xml:space="preserve"> läbipääsuvahendid (võtmed, puldid, kaardid, jms):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9"/>
        <w:gridCol w:w="3806"/>
        <w:gridCol w:w="3389"/>
      </w:tblGrid>
      <w:tr w:rsidR="007049AD" w:rsidRPr="00882D69" w14:paraId="3D608315" w14:textId="77777777" w:rsidTr="002D0BB7">
        <w:trPr>
          <w:trHeight w:val="255"/>
        </w:trPr>
        <w:tc>
          <w:tcPr>
            <w:tcW w:w="2439" w:type="dxa"/>
            <w:shd w:val="clear" w:color="auto" w:fill="D9D9D9" w:themeFill="background1" w:themeFillShade="D9"/>
          </w:tcPr>
          <w:p w14:paraId="2363238B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3806" w:type="dxa"/>
            <w:shd w:val="clear" w:color="auto" w:fill="D9D9D9" w:themeFill="background1" w:themeFillShade="D9"/>
          </w:tcPr>
          <w:p w14:paraId="2D57408C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Võtmete, kaartide arv </w:t>
            </w:r>
          </w:p>
        </w:tc>
        <w:tc>
          <w:tcPr>
            <w:tcW w:w="3389" w:type="dxa"/>
            <w:shd w:val="clear" w:color="auto" w:fill="D9D9D9" w:themeFill="background1" w:themeFillShade="D9"/>
          </w:tcPr>
          <w:p w14:paraId="0754056B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Märkused </w:t>
            </w:r>
          </w:p>
        </w:tc>
      </w:tr>
      <w:tr w:rsidR="007049AD" w:rsidRPr="00882D69" w14:paraId="389341E2" w14:textId="77777777" w:rsidTr="002D0BB7">
        <w:trPr>
          <w:trHeight w:val="255"/>
        </w:trPr>
        <w:tc>
          <w:tcPr>
            <w:tcW w:w="2439" w:type="dxa"/>
          </w:tcPr>
          <w:p w14:paraId="3A9192B9" w14:textId="3BF5C8BB" w:rsidR="007049AD" w:rsidRPr="00882D69" w:rsidRDefault="004E1FBC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Kogu üüripind</w:t>
            </w:r>
          </w:p>
        </w:tc>
        <w:tc>
          <w:tcPr>
            <w:tcW w:w="3806" w:type="dxa"/>
          </w:tcPr>
          <w:p w14:paraId="7DB691BA" w14:textId="41618642" w:rsidR="007049AD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20+</w:t>
            </w:r>
          </w:p>
        </w:tc>
        <w:tc>
          <w:tcPr>
            <w:tcW w:w="3389" w:type="dxa"/>
          </w:tcPr>
          <w:p w14:paraId="60019A8F" w14:textId="6BE9DB58" w:rsidR="007049AD" w:rsidRPr="00882D69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</w:tr>
      <w:tr w:rsidR="007049AD" w:rsidRPr="00882D69" w14:paraId="66E19E76" w14:textId="77777777" w:rsidTr="002D0BB7">
        <w:trPr>
          <w:trHeight w:val="270"/>
        </w:trPr>
        <w:tc>
          <w:tcPr>
            <w:tcW w:w="2439" w:type="dxa"/>
          </w:tcPr>
          <w:p w14:paraId="04533E17" w14:textId="33127A8C" w:rsidR="007049AD" w:rsidRPr="00882D69" w:rsidRDefault="004E1FBC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Kogu üüripind</w:t>
            </w:r>
          </w:p>
        </w:tc>
        <w:tc>
          <w:tcPr>
            <w:tcW w:w="3806" w:type="dxa"/>
          </w:tcPr>
          <w:p w14:paraId="0881BAAC" w14:textId="07A14F36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9" w:type="dxa"/>
          </w:tcPr>
          <w:p w14:paraId="73E30271" w14:textId="22A4A660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7049AD" w:rsidRPr="00882D69" w14:paraId="13218E93" w14:textId="77777777" w:rsidTr="002D0BB7">
        <w:trPr>
          <w:trHeight w:val="270"/>
        </w:trPr>
        <w:tc>
          <w:tcPr>
            <w:tcW w:w="2439" w:type="dxa"/>
          </w:tcPr>
          <w:p w14:paraId="788906FB" w14:textId="048243C9" w:rsidR="007049AD" w:rsidRPr="00882D69" w:rsidRDefault="004E1FBC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Kogu üüripind</w:t>
            </w:r>
          </w:p>
        </w:tc>
        <w:tc>
          <w:tcPr>
            <w:tcW w:w="3806" w:type="dxa"/>
          </w:tcPr>
          <w:p w14:paraId="3BDDBD86" w14:textId="2A8703DA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9" w:type="dxa"/>
          </w:tcPr>
          <w:p w14:paraId="44BC9EB6" w14:textId="218F682D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7049AD" w:rsidRPr="00882D69" w14:paraId="66F8FE26" w14:textId="77777777" w:rsidTr="002D0BB7">
        <w:trPr>
          <w:trHeight w:val="270"/>
        </w:trPr>
        <w:tc>
          <w:tcPr>
            <w:tcW w:w="2439" w:type="dxa"/>
          </w:tcPr>
          <w:p w14:paraId="09676ACF" w14:textId="2ED848ED" w:rsidR="007049AD" w:rsidRPr="00882D69" w:rsidRDefault="004E1FBC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Postkast</w:t>
            </w:r>
          </w:p>
        </w:tc>
        <w:tc>
          <w:tcPr>
            <w:tcW w:w="3806" w:type="dxa"/>
          </w:tcPr>
          <w:p w14:paraId="5F792CA9" w14:textId="2A5F46F1" w:rsidR="007049AD" w:rsidRPr="00882D69" w:rsidRDefault="00D868E5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89" w:type="dxa"/>
          </w:tcPr>
          <w:p w14:paraId="46B348B4" w14:textId="1D9081D2" w:rsidR="007049AD" w:rsidRPr="00882D69" w:rsidRDefault="00D868E5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</w:tr>
      <w:tr w:rsidR="007049AD" w:rsidRPr="00882D69" w14:paraId="6E0EF641" w14:textId="77777777" w:rsidTr="002D0BB7">
        <w:trPr>
          <w:trHeight w:val="270"/>
        </w:trPr>
        <w:tc>
          <w:tcPr>
            <w:tcW w:w="2439" w:type="dxa"/>
          </w:tcPr>
          <w:p w14:paraId="793AF30F" w14:textId="2E7F32E6" w:rsidR="007049AD" w:rsidRPr="00882D69" w:rsidRDefault="004E1FBC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Ladu</w:t>
            </w:r>
          </w:p>
        </w:tc>
        <w:tc>
          <w:tcPr>
            <w:tcW w:w="3806" w:type="dxa"/>
          </w:tcPr>
          <w:p w14:paraId="658B7EEF" w14:textId="4BD11FFE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9" w:type="dxa"/>
          </w:tcPr>
          <w:p w14:paraId="339173A9" w14:textId="25ADE1F7" w:rsidR="004E1FBC" w:rsidRPr="00882D69" w:rsidRDefault="004E1FBC" w:rsidP="004E1FBC">
            <w:pPr>
              <w:jc w:val="center"/>
              <w:rPr>
                <w:sz w:val="22"/>
                <w:szCs w:val="22"/>
              </w:rPr>
            </w:pPr>
          </w:p>
        </w:tc>
      </w:tr>
      <w:tr w:rsidR="004E1FBC" w:rsidRPr="00882D69" w14:paraId="7A6D78A1" w14:textId="77777777" w:rsidTr="002D0BB7">
        <w:trPr>
          <w:trHeight w:val="270"/>
        </w:trPr>
        <w:tc>
          <w:tcPr>
            <w:tcW w:w="2439" w:type="dxa"/>
          </w:tcPr>
          <w:p w14:paraId="71B5054D" w14:textId="6AE2CC4A" w:rsidR="004E1FBC" w:rsidRDefault="004E1FBC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Serveriruum</w:t>
            </w:r>
          </w:p>
        </w:tc>
        <w:tc>
          <w:tcPr>
            <w:tcW w:w="3806" w:type="dxa"/>
          </w:tcPr>
          <w:p w14:paraId="48994D17" w14:textId="4BB888FB" w:rsidR="004E1FBC" w:rsidRDefault="00D948A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89" w:type="dxa"/>
          </w:tcPr>
          <w:p w14:paraId="3C2F3769" w14:textId="1AC27BB4" w:rsidR="004E1FBC" w:rsidRDefault="004E1FBC" w:rsidP="004E1FB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F0A0FFA" w14:textId="77777777" w:rsidR="006E2144" w:rsidRPr="00882D69" w:rsidRDefault="006E2144" w:rsidP="00171ADC">
      <w:pPr>
        <w:jc w:val="both"/>
        <w:rPr>
          <w:b/>
          <w:sz w:val="22"/>
          <w:szCs w:val="22"/>
        </w:rPr>
      </w:pPr>
    </w:p>
    <w:p w14:paraId="5013C71B" w14:textId="64928A9A" w:rsidR="007049AD" w:rsidRPr="00882D69" w:rsidRDefault="007049AD" w:rsidP="006F3ACC">
      <w:pPr>
        <w:pStyle w:val="Loendilik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Energia tarbimist fikseerivate mõõdikute näidud (vajadusel):</w:t>
      </w:r>
      <w:r w:rsidRPr="00882D69">
        <w:rPr>
          <w:sz w:val="22"/>
          <w:szCs w:val="22"/>
          <w:highlight w:val="lightGray"/>
        </w:rPr>
        <w:t xml:space="preserve">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68"/>
        <w:gridCol w:w="1692"/>
        <w:gridCol w:w="2268"/>
        <w:gridCol w:w="1613"/>
      </w:tblGrid>
      <w:tr w:rsidR="007049AD" w:rsidRPr="00882D69" w14:paraId="7D41FADA" w14:textId="77777777" w:rsidTr="002D0BB7">
        <w:trPr>
          <w:trHeight w:val="42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CA361F" w14:textId="77777777"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Arvesti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8AF889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Mõõtepunkti (EIC) kood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6D7F3B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Arvesti nr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6B6BDA5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Näidik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B963A28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Näit</w:t>
            </w:r>
          </w:p>
        </w:tc>
      </w:tr>
      <w:tr w:rsidR="007049AD" w:rsidRPr="00882D69" w14:paraId="01E757C8" w14:textId="77777777" w:rsidTr="002D0BB7">
        <w:trPr>
          <w:trHeight w:val="74"/>
        </w:trPr>
        <w:tc>
          <w:tcPr>
            <w:tcW w:w="2127" w:type="dxa"/>
            <w:tcBorders>
              <w:top w:val="single" w:sz="4" w:space="0" w:color="auto"/>
            </w:tcBorders>
          </w:tcPr>
          <w:p w14:paraId="674173CE" w14:textId="77777777"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lastRenderedPageBreak/>
              <w:t xml:space="preserve">Elektriarvesti </w:t>
            </w:r>
          </w:p>
        </w:tc>
        <w:tc>
          <w:tcPr>
            <w:tcW w:w="1968" w:type="dxa"/>
            <w:tcBorders>
              <w:top w:val="single" w:sz="4" w:space="0" w:color="auto"/>
            </w:tcBorders>
          </w:tcPr>
          <w:p w14:paraId="5504945B" w14:textId="77777777"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2BBC3DD4" w14:textId="77777777"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F9CAE87" w14:textId="45DEFF6A"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14:paraId="68E059F1" w14:textId="30EE12CB"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</w:tr>
      <w:tr w:rsidR="00047674" w:rsidRPr="00882D69" w14:paraId="210F3BE5" w14:textId="77777777" w:rsidTr="002D0BB7">
        <w:trPr>
          <w:trHeight w:val="74"/>
        </w:trPr>
        <w:tc>
          <w:tcPr>
            <w:tcW w:w="2127" w:type="dxa"/>
            <w:tcBorders>
              <w:top w:val="single" w:sz="4" w:space="0" w:color="auto"/>
            </w:tcBorders>
          </w:tcPr>
          <w:p w14:paraId="583CF06E" w14:textId="29B098B8" w:rsidR="00047674" w:rsidRPr="00882D69" w:rsidRDefault="00070669" w:rsidP="0004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Veea</w:t>
            </w:r>
            <w:r w:rsidR="00047674" w:rsidRPr="00882D69">
              <w:rPr>
                <w:sz w:val="22"/>
                <w:szCs w:val="22"/>
              </w:rPr>
              <w:t xml:space="preserve">rvesti </w:t>
            </w:r>
          </w:p>
        </w:tc>
        <w:tc>
          <w:tcPr>
            <w:tcW w:w="1968" w:type="dxa"/>
            <w:tcBorders>
              <w:top w:val="single" w:sz="4" w:space="0" w:color="auto"/>
            </w:tcBorders>
          </w:tcPr>
          <w:p w14:paraId="34E0990F" w14:textId="77777777" w:rsidR="00047674" w:rsidRPr="00882D69" w:rsidRDefault="00047674" w:rsidP="000476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275C99E9" w14:textId="77777777" w:rsidR="00047674" w:rsidRPr="00882D69" w:rsidRDefault="00047674" w:rsidP="000476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68941BC" w14:textId="3853C5B2" w:rsidR="00047674" w:rsidRDefault="00047674" w:rsidP="000476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14:paraId="7AAB84B6" w14:textId="6065800B" w:rsidR="00047674" w:rsidRPr="00882D69" w:rsidRDefault="00047674" w:rsidP="00047674">
            <w:pPr>
              <w:jc w:val="right"/>
              <w:rPr>
                <w:sz w:val="22"/>
                <w:szCs w:val="22"/>
              </w:rPr>
            </w:pPr>
          </w:p>
        </w:tc>
      </w:tr>
      <w:tr w:rsidR="00047674" w:rsidRPr="00882D69" w14:paraId="324503BD" w14:textId="77777777" w:rsidTr="002D0BB7">
        <w:trPr>
          <w:trHeight w:val="204"/>
        </w:trPr>
        <w:tc>
          <w:tcPr>
            <w:tcW w:w="2127" w:type="dxa"/>
            <w:tcBorders>
              <w:top w:val="nil"/>
            </w:tcBorders>
          </w:tcPr>
          <w:p w14:paraId="231F5658" w14:textId="7B2B440F" w:rsidR="00047674" w:rsidRPr="00882D69" w:rsidRDefault="00070669" w:rsidP="00047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Soojusarvesti</w:t>
            </w:r>
          </w:p>
        </w:tc>
        <w:tc>
          <w:tcPr>
            <w:tcW w:w="1968" w:type="dxa"/>
            <w:tcBorders>
              <w:top w:val="nil"/>
            </w:tcBorders>
          </w:tcPr>
          <w:p w14:paraId="04403AC7" w14:textId="77777777" w:rsidR="00047674" w:rsidRPr="00882D69" w:rsidRDefault="00047674" w:rsidP="000476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nil"/>
            </w:tcBorders>
          </w:tcPr>
          <w:p w14:paraId="2F1B8F61" w14:textId="77777777" w:rsidR="00047674" w:rsidRPr="00882D69" w:rsidRDefault="00047674" w:rsidP="000476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4F5840B9" w14:textId="0E54A5B3" w:rsidR="00047674" w:rsidRPr="00882D69" w:rsidRDefault="00047674" w:rsidP="000476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nil"/>
            </w:tcBorders>
          </w:tcPr>
          <w:p w14:paraId="07B7D3CD" w14:textId="798C16D3" w:rsidR="00047674" w:rsidRPr="00882D69" w:rsidRDefault="00047674" w:rsidP="00047674">
            <w:pPr>
              <w:jc w:val="right"/>
              <w:rPr>
                <w:sz w:val="22"/>
                <w:szCs w:val="22"/>
              </w:rPr>
            </w:pPr>
          </w:p>
        </w:tc>
      </w:tr>
    </w:tbl>
    <w:p w14:paraId="29027D40" w14:textId="77777777" w:rsidR="006E2144" w:rsidRDefault="006E2144" w:rsidP="007049AD">
      <w:pPr>
        <w:jc w:val="both"/>
        <w:rPr>
          <w:sz w:val="22"/>
          <w:szCs w:val="22"/>
        </w:rPr>
      </w:pPr>
    </w:p>
    <w:p w14:paraId="4A57A05F" w14:textId="77777777" w:rsidR="00C3025E" w:rsidRPr="00882D69" w:rsidRDefault="00C3025E" w:rsidP="00C3025E">
      <w:pPr>
        <w:pStyle w:val="Loendilik"/>
        <w:ind w:left="426"/>
        <w:jc w:val="both"/>
        <w:rPr>
          <w:sz w:val="22"/>
          <w:szCs w:val="22"/>
        </w:rPr>
      </w:pPr>
    </w:p>
    <w:p w14:paraId="037C022A" w14:textId="77777777" w:rsidR="007049AD" w:rsidRPr="00882D69" w:rsidRDefault="007049AD" w:rsidP="006F3ACC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>Märkused</w:t>
      </w:r>
      <w:r w:rsidR="006F3ACC" w:rsidRPr="00882D69">
        <w:rPr>
          <w:sz w:val="22"/>
          <w:szCs w:val="22"/>
        </w:rPr>
        <w:t xml:space="preserve"> üüripinna üleandmisel:</w:t>
      </w:r>
    </w:p>
    <w:p w14:paraId="09EB7DDC" w14:textId="77777777" w:rsidR="005223B0" w:rsidRDefault="005223B0" w:rsidP="00A46C34">
      <w:pPr>
        <w:jc w:val="both"/>
        <w:rPr>
          <w:sz w:val="22"/>
          <w:szCs w:val="22"/>
        </w:rPr>
      </w:pPr>
    </w:p>
    <w:p w14:paraId="28D52747" w14:textId="77777777" w:rsidR="00D948A1" w:rsidRDefault="00D948A1" w:rsidP="00D948A1">
      <w:pPr>
        <w:spacing w:before="100" w:beforeAutospacing="1" w:after="100" w:afterAutospacing="1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Võtmed siseustel ees. </w:t>
      </w:r>
    </w:p>
    <w:p w14:paraId="38AE4A74" w14:textId="42F7A83F" w:rsidR="00DA6A63" w:rsidRDefault="00D948A1" w:rsidP="00D948A1">
      <w:pPr>
        <w:spacing w:before="100" w:beforeAutospacing="1" w:after="100" w:afterAutospacing="1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Üle antud: Peaukse </w:t>
      </w:r>
      <w:proofErr w:type="spellStart"/>
      <w:r>
        <w:rPr>
          <w:sz w:val="22"/>
          <w:szCs w:val="22"/>
        </w:rPr>
        <w:t>master</w:t>
      </w:r>
      <w:proofErr w:type="spellEnd"/>
      <w:r>
        <w:rPr>
          <w:sz w:val="22"/>
          <w:szCs w:val="22"/>
        </w:rPr>
        <w:t xml:space="preserve"> võti, postkasti võti, soojasõlme võti(kelder), kolm </w:t>
      </w:r>
      <w:proofErr w:type="spellStart"/>
      <w:r>
        <w:rPr>
          <w:sz w:val="22"/>
          <w:szCs w:val="22"/>
        </w:rPr>
        <w:t>kaugjuhtimise</w:t>
      </w:r>
      <w:proofErr w:type="spellEnd"/>
      <w:r>
        <w:rPr>
          <w:sz w:val="22"/>
          <w:szCs w:val="22"/>
        </w:rPr>
        <w:t xml:space="preserve"> pulti väravate avamiseks. Väravate avamiseks GSM numbrid </w:t>
      </w:r>
    </w:p>
    <w:p w14:paraId="74777CDF" w14:textId="77777777" w:rsidR="00D948A1" w:rsidRDefault="00D948A1" w:rsidP="00D948A1">
      <w:pPr>
        <w:spacing w:before="100" w:beforeAutospacing="1" w:after="100" w:afterAutospacing="1"/>
        <w:ind w:left="426"/>
        <w:rPr>
          <w:sz w:val="22"/>
          <w:szCs w:val="22"/>
        </w:rPr>
      </w:pPr>
    </w:p>
    <w:p w14:paraId="087E69C5" w14:textId="443E01FC" w:rsidR="00D948A1" w:rsidRPr="00D948A1" w:rsidRDefault="00D948A1" w:rsidP="00D948A1">
      <w:pPr>
        <w:spacing w:before="100" w:beforeAutospacing="1" w:after="100" w:afterAutospacing="1"/>
        <w:ind w:left="426"/>
        <w:rPr>
          <w:sz w:val="22"/>
          <w:szCs w:val="22"/>
        </w:rPr>
      </w:pPr>
    </w:p>
    <w:p w14:paraId="2A482928" w14:textId="35670C8A" w:rsidR="00DF16DE" w:rsidRPr="00882D69" w:rsidRDefault="00DF16DE" w:rsidP="00A46C34">
      <w:pPr>
        <w:jc w:val="both"/>
        <w:rPr>
          <w:b/>
          <w:sz w:val="22"/>
          <w:szCs w:val="22"/>
        </w:rPr>
      </w:pPr>
    </w:p>
    <w:p w14:paraId="2D5F9AE8" w14:textId="77777777" w:rsidR="007049AD" w:rsidRPr="00882D69" w:rsidRDefault="007049AD" w:rsidP="007049AD">
      <w:pPr>
        <w:spacing w:before="100" w:beforeAutospacing="1" w:after="100" w:afterAutospacing="1"/>
        <w:rPr>
          <w:b/>
          <w:sz w:val="22"/>
          <w:szCs w:val="22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1"/>
        <w:gridCol w:w="3195"/>
        <w:gridCol w:w="3222"/>
      </w:tblGrid>
      <w:tr w:rsidR="00341605" w:rsidRPr="00882D69" w14:paraId="212B092F" w14:textId="77777777" w:rsidTr="003B67B7">
        <w:tc>
          <w:tcPr>
            <w:tcW w:w="6518" w:type="dxa"/>
            <w:gridSpan w:val="2"/>
          </w:tcPr>
          <w:p w14:paraId="47C672AC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üleandjad:</w:t>
            </w:r>
          </w:p>
        </w:tc>
        <w:tc>
          <w:tcPr>
            <w:tcW w:w="3260" w:type="dxa"/>
          </w:tcPr>
          <w:p w14:paraId="232A19C3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vastuvõtja:</w:t>
            </w:r>
          </w:p>
        </w:tc>
      </w:tr>
      <w:tr w:rsidR="00341605" w:rsidRPr="00882D69" w14:paraId="24904EA6" w14:textId="77777777" w:rsidTr="003B67B7">
        <w:tc>
          <w:tcPr>
            <w:tcW w:w="3259" w:type="dxa"/>
          </w:tcPr>
          <w:p w14:paraId="0B0C2486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14:paraId="6BE1D0FD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511B6F79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</w:tr>
      <w:tr w:rsidR="00341605" w:rsidRPr="00882D69" w14:paraId="7AB3F1CA" w14:textId="77777777" w:rsidTr="003B67B7">
        <w:tc>
          <w:tcPr>
            <w:tcW w:w="3259" w:type="dxa"/>
          </w:tcPr>
          <w:p w14:paraId="4F25FA0A" w14:textId="6460ABEE" w:rsidR="00341605" w:rsidRPr="00882D69" w:rsidRDefault="00E7459F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Mait Mürk</w:t>
            </w:r>
          </w:p>
        </w:tc>
        <w:tc>
          <w:tcPr>
            <w:tcW w:w="3259" w:type="dxa"/>
          </w:tcPr>
          <w:p w14:paraId="4619852E" w14:textId="322DC626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5C1708A8" w14:textId="70F84749" w:rsidR="00341605" w:rsidRPr="00882D69" w:rsidRDefault="00583843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Ragnar Savvi</w:t>
            </w:r>
          </w:p>
        </w:tc>
      </w:tr>
      <w:tr w:rsidR="00341605" w:rsidRPr="00882D69" w14:paraId="567D4509" w14:textId="77777777" w:rsidTr="003B67B7">
        <w:tc>
          <w:tcPr>
            <w:tcW w:w="3259" w:type="dxa"/>
          </w:tcPr>
          <w:p w14:paraId="644FCDA3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  <w:tc>
          <w:tcPr>
            <w:tcW w:w="3259" w:type="dxa"/>
          </w:tcPr>
          <w:p w14:paraId="6490DEC6" w14:textId="211766C4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24BF35BC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</w:tr>
    </w:tbl>
    <w:p w14:paraId="1ECE5F03" w14:textId="77777777" w:rsidR="00341605" w:rsidRPr="00882D69" w:rsidRDefault="00341605" w:rsidP="005B18B8">
      <w:pPr>
        <w:rPr>
          <w:b/>
          <w:sz w:val="22"/>
          <w:szCs w:val="22"/>
        </w:rPr>
      </w:pPr>
    </w:p>
    <w:p w14:paraId="6E1FA96A" w14:textId="77777777" w:rsidR="00341605" w:rsidRPr="00882D69" w:rsidRDefault="005B18B8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</w:p>
    <w:p w14:paraId="4FB3319B" w14:textId="77777777" w:rsidR="00341605" w:rsidRPr="00882D69" w:rsidRDefault="00341605" w:rsidP="005B18B8">
      <w:pPr>
        <w:rPr>
          <w:b/>
          <w:sz w:val="22"/>
          <w:szCs w:val="22"/>
        </w:rPr>
      </w:pPr>
    </w:p>
    <w:p w14:paraId="2882E8F1" w14:textId="77777777" w:rsidR="005B18B8" w:rsidRPr="00882D69" w:rsidRDefault="00341605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20000D" w:rsidRPr="00882D69">
        <w:rPr>
          <w:b/>
          <w:sz w:val="22"/>
          <w:szCs w:val="22"/>
        </w:rPr>
        <w:tab/>
      </w:r>
    </w:p>
    <w:p w14:paraId="412F3307" w14:textId="77777777" w:rsidR="007049AD" w:rsidRPr="00882D69" w:rsidRDefault="007049AD" w:rsidP="00341605">
      <w:pPr>
        <w:ind w:left="2160" w:firstLine="720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</w:p>
    <w:p w14:paraId="4AC56657" w14:textId="77777777" w:rsidR="007049AD" w:rsidRPr="00882D69" w:rsidRDefault="00341605" w:rsidP="005B18B8">
      <w:pPr>
        <w:pStyle w:val="Jalus"/>
        <w:tabs>
          <w:tab w:val="clear" w:pos="4153"/>
          <w:tab w:val="clear" w:pos="8306"/>
        </w:tabs>
        <w:rPr>
          <w:i/>
          <w:sz w:val="22"/>
          <w:szCs w:val="22"/>
        </w:rPr>
      </w:pPr>
      <w:r w:rsidRPr="00882D69">
        <w:rPr>
          <w:i/>
          <w:sz w:val="22"/>
          <w:szCs w:val="22"/>
        </w:rPr>
        <w:tab/>
      </w:r>
      <w:r w:rsidR="005B18B8" w:rsidRPr="00882D69">
        <w:rPr>
          <w:i/>
          <w:sz w:val="22"/>
          <w:szCs w:val="22"/>
        </w:rPr>
        <w:tab/>
      </w:r>
      <w:r w:rsidR="0020000D" w:rsidRPr="00882D69">
        <w:rPr>
          <w:i/>
          <w:sz w:val="22"/>
          <w:szCs w:val="22"/>
        </w:rPr>
        <w:tab/>
      </w:r>
      <w:r w:rsidRPr="00882D69">
        <w:rPr>
          <w:i/>
          <w:sz w:val="22"/>
          <w:szCs w:val="22"/>
        </w:rPr>
        <w:tab/>
      </w:r>
    </w:p>
    <w:p w14:paraId="11F3E66F" w14:textId="77777777" w:rsidR="00A46C34" w:rsidRPr="00882D69" w:rsidRDefault="00B41319" w:rsidP="00904410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14:paraId="54DBE719" w14:textId="77777777" w:rsidR="00B41319" w:rsidRPr="00882D69" w:rsidRDefault="00B41319">
      <w:pPr>
        <w:rPr>
          <w:sz w:val="22"/>
          <w:szCs w:val="22"/>
        </w:rPr>
      </w:pPr>
    </w:p>
    <w:sectPr w:rsidR="00B41319" w:rsidRPr="00882D69" w:rsidSect="00420678">
      <w:headerReference w:type="default" r:id="rId12"/>
      <w:footerReference w:type="even" r:id="rId13"/>
      <w:footerReference w:type="default" r:id="rId14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2E182" w14:textId="77777777" w:rsidR="00420678" w:rsidRDefault="00420678">
      <w:r>
        <w:separator/>
      </w:r>
    </w:p>
  </w:endnote>
  <w:endnote w:type="continuationSeparator" w:id="0">
    <w:p w14:paraId="5C77DDB5" w14:textId="77777777" w:rsidR="00420678" w:rsidRDefault="0042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839C" w14:textId="77777777" w:rsidR="00341605" w:rsidRDefault="00341605" w:rsidP="00E03B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406CB24" w14:textId="77777777" w:rsidR="00341605" w:rsidRDefault="0034160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89B07" w14:textId="77777777" w:rsidR="00341605" w:rsidRPr="006E2144" w:rsidRDefault="00341605" w:rsidP="006E2144">
    <w:pPr>
      <w:pStyle w:val="Jalus"/>
      <w:framePr w:wrap="around" w:vAnchor="text" w:hAnchor="page" w:x="5857" w:y="-113"/>
      <w:jc w:val="center"/>
      <w:rPr>
        <w:rStyle w:val="Lehekljenumber"/>
        <w:sz w:val="20"/>
        <w:szCs w:val="20"/>
      </w:rPr>
    </w:pPr>
    <w:r w:rsidRPr="006E2144">
      <w:rPr>
        <w:rStyle w:val="Lehekljenumber"/>
        <w:sz w:val="20"/>
        <w:szCs w:val="20"/>
      </w:rPr>
      <w:fldChar w:fldCharType="begin"/>
    </w:r>
    <w:r w:rsidRPr="006E2144">
      <w:rPr>
        <w:rStyle w:val="Lehekljenumber"/>
        <w:sz w:val="20"/>
        <w:szCs w:val="20"/>
      </w:rPr>
      <w:instrText xml:space="preserve">PAGE  </w:instrText>
    </w:r>
    <w:r w:rsidRPr="006E2144">
      <w:rPr>
        <w:rStyle w:val="Lehekljenumber"/>
        <w:sz w:val="20"/>
        <w:szCs w:val="20"/>
      </w:rPr>
      <w:fldChar w:fldCharType="separate"/>
    </w:r>
    <w:r w:rsidR="00F87514">
      <w:rPr>
        <w:rStyle w:val="Lehekljenumber"/>
        <w:noProof/>
        <w:sz w:val="20"/>
        <w:szCs w:val="20"/>
      </w:rPr>
      <w:t>1</w:t>
    </w:r>
    <w:r w:rsidRPr="006E2144">
      <w:rPr>
        <w:rStyle w:val="Lehekljenumber"/>
        <w:sz w:val="20"/>
        <w:szCs w:val="20"/>
      </w:rPr>
      <w:fldChar w:fldCharType="end"/>
    </w:r>
    <w:r w:rsidRPr="006E2144">
      <w:rPr>
        <w:rStyle w:val="Lehekljenumber"/>
        <w:sz w:val="20"/>
        <w:szCs w:val="20"/>
      </w:rPr>
      <w:t>/</w:t>
    </w:r>
    <w:r w:rsidRPr="006E2144">
      <w:rPr>
        <w:rStyle w:val="Lehekljenumber"/>
        <w:sz w:val="20"/>
        <w:szCs w:val="20"/>
      </w:rPr>
      <w:fldChar w:fldCharType="begin"/>
    </w:r>
    <w:r w:rsidRPr="006E2144">
      <w:rPr>
        <w:rStyle w:val="Lehekljenumber"/>
        <w:sz w:val="20"/>
        <w:szCs w:val="20"/>
      </w:rPr>
      <w:instrText xml:space="preserve"> NUMPAGES </w:instrText>
    </w:r>
    <w:r w:rsidRPr="006E2144">
      <w:rPr>
        <w:rStyle w:val="Lehekljenumber"/>
        <w:sz w:val="20"/>
        <w:szCs w:val="20"/>
      </w:rPr>
      <w:fldChar w:fldCharType="separate"/>
    </w:r>
    <w:r w:rsidR="00F87514">
      <w:rPr>
        <w:rStyle w:val="Lehekljenumber"/>
        <w:noProof/>
        <w:sz w:val="20"/>
        <w:szCs w:val="20"/>
      </w:rPr>
      <w:t>2</w:t>
    </w:r>
    <w:r w:rsidRPr="006E2144">
      <w:rPr>
        <w:rStyle w:val="Lehekljenumber"/>
        <w:sz w:val="20"/>
        <w:szCs w:val="20"/>
      </w:rPr>
      <w:fldChar w:fldCharType="end"/>
    </w:r>
  </w:p>
  <w:p w14:paraId="08A009ED" w14:textId="77777777" w:rsidR="00341605" w:rsidRDefault="00341605">
    <w:pPr>
      <w:pStyle w:val="Jalus"/>
      <w:ind w:right="360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142CE4" wp14:editId="2B0AD56F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373FCD" w14:textId="77777777" w:rsidR="00341605" w:rsidRPr="00BF7CB9" w:rsidRDefault="00341605" w:rsidP="00BF7CB9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42C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" stroked="f">
              <v:textbox style="layout-flow:vertical">
                <w:txbxContent>
                  <w:p w14:paraId="51373FCD" w14:textId="77777777" w:rsidR="00341605" w:rsidRPr="00BF7CB9" w:rsidRDefault="00341605" w:rsidP="00BF7CB9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C3B77" w14:textId="77777777" w:rsidR="00420678" w:rsidRDefault="00420678">
      <w:r>
        <w:separator/>
      </w:r>
    </w:p>
  </w:footnote>
  <w:footnote w:type="continuationSeparator" w:id="0">
    <w:p w14:paraId="79A5C040" w14:textId="77777777" w:rsidR="00420678" w:rsidRDefault="00420678">
      <w:r>
        <w:continuationSeparator/>
      </w:r>
    </w:p>
  </w:footnote>
  <w:footnote w:id="1">
    <w:p w14:paraId="59AADC6A" w14:textId="77777777" w:rsidR="00341605" w:rsidRDefault="00341605" w:rsidP="00341605">
      <w:pPr>
        <w:pStyle w:val="Kommentaaritekst"/>
      </w:pPr>
      <w:r>
        <w:rPr>
          <w:rStyle w:val="Allmrkuseviide"/>
        </w:rPr>
        <w:footnoteRef/>
      </w:r>
      <w:r>
        <w:t xml:space="preserve"> „1“ – täiesti amortiseerunud ehitise osa; </w:t>
      </w:r>
    </w:p>
    <w:p w14:paraId="0AD6A73A" w14:textId="77777777" w:rsidR="00341605" w:rsidRDefault="00341605" w:rsidP="00341605">
      <w:pPr>
        <w:pStyle w:val="Kommentaaritekst"/>
      </w:pPr>
      <w:r>
        <w:t xml:space="preserve">  „2“ – halvas seisukorras, kohest remonti/vahetamise planeerimist vajav ehitise osa; </w:t>
      </w:r>
    </w:p>
    <w:p w14:paraId="67DA11F1" w14:textId="77777777" w:rsidR="00341605" w:rsidRDefault="00341605" w:rsidP="00341605">
      <w:pPr>
        <w:pStyle w:val="Kommentaaritekst"/>
      </w:pPr>
      <w:r>
        <w:t xml:space="preserve">  „3“ – remonti vajav, kuid veel kestev ehitise osa; </w:t>
      </w:r>
    </w:p>
    <w:p w14:paraId="33EF3B65" w14:textId="77777777" w:rsidR="00341605" w:rsidRDefault="00341605" w:rsidP="00341605">
      <w:pPr>
        <w:pStyle w:val="Kommentaaritekst"/>
      </w:pPr>
      <w:r>
        <w:t xml:space="preserve">  „4“ – heas korras ehitise osa; </w:t>
      </w:r>
    </w:p>
    <w:p w14:paraId="7BC65A4B" w14:textId="77777777" w:rsidR="00341605" w:rsidRDefault="00341605" w:rsidP="00341605">
      <w:pPr>
        <w:pStyle w:val="Allmrkusetekst"/>
      </w:pPr>
      <w:r>
        <w:t xml:space="preserve">  „5“ – värskelt korrastatud ehitise osa, mis vastab heale ehitustavale ja ehitusnormidele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46CB2" w14:textId="77777777" w:rsidR="006E2144" w:rsidRPr="006E2144" w:rsidRDefault="006E2144" w:rsidP="006E2144">
    <w:pPr>
      <w:pStyle w:val="Pis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noProof/>
        <w:lang w:eastAsia="et-EE"/>
      </w:rPr>
      <w:drawing>
        <wp:inline distT="0" distB="0" distL="0" distR="0" wp14:anchorId="49E320FC" wp14:editId="29753F8F">
          <wp:extent cx="2503870" cy="21600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k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7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3760E2">
      <w:rPr>
        <w:sz w:val="20"/>
        <w:szCs w:val="20"/>
      </w:rPr>
      <w:t>HAL.1.5.v02</w:t>
    </w:r>
  </w:p>
  <w:p w14:paraId="6D9A9D30" w14:textId="77777777" w:rsidR="006E2144" w:rsidRPr="006E2144" w:rsidRDefault="003760E2" w:rsidP="006E2144">
    <w:pPr>
      <w:pStyle w:val="Pis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sz w:val="20"/>
        <w:szCs w:val="20"/>
      </w:rPr>
      <w:tab/>
      <w:t>Kinnitatud: 22.09.2016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EA2B76"/>
    <w:multiLevelType w:val="hybridMultilevel"/>
    <w:tmpl w:val="5B74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6539DE"/>
    <w:multiLevelType w:val="hybridMultilevel"/>
    <w:tmpl w:val="8090B1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9428529">
    <w:abstractNumId w:val="0"/>
  </w:num>
  <w:num w:numId="2" w16cid:durableId="791560414">
    <w:abstractNumId w:val="8"/>
  </w:num>
  <w:num w:numId="3" w16cid:durableId="127747378">
    <w:abstractNumId w:val="17"/>
  </w:num>
  <w:num w:numId="4" w16cid:durableId="2050179840">
    <w:abstractNumId w:val="18"/>
  </w:num>
  <w:num w:numId="5" w16cid:durableId="1241215253">
    <w:abstractNumId w:val="12"/>
  </w:num>
  <w:num w:numId="6" w16cid:durableId="306202088">
    <w:abstractNumId w:val="4"/>
  </w:num>
  <w:num w:numId="7" w16cid:durableId="1333099572">
    <w:abstractNumId w:val="19"/>
  </w:num>
  <w:num w:numId="8" w16cid:durableId="2036693744">
    <w:abstractNumId w:val="5"/>
  </w:num>
  <w:num w:numId="9" w16cid:durableId="404766029">
    <w:abstractNumId w:val="11"/>
  </w:num>
  <w:num w:numId="10" w16cid:durableId="1111780383">
    <w:abstractNumId w:val="16"/>
  </w:num>
  <w:num w:numId="11" w16cid:durableId="545138746">
    <w:abstractNumId w:val="3"/>
  </w:num>
  <w:num w:numId="12" w16cid:durableId="1324047621">
    <w:abstractNumId w:val="20"/>
  </w:num>
  <w:num w:numId="13" w16cid:durableId="1214273093">
    <w:abstractNumId w:val="1"/>
  </w:num>
  <w:num w:numId="14" w16cid:durableId="989361735">
    <w:abstractNumId w:val="2"/>
  </w:num>
  <w:num w:numId="15" w16cid:durableId="1128743872">
    <w:abstractNumId w:val="13"/>
  </w:num>
  <w:num w:numId="16" w16cid:durableId="1341393669">
    <w:abstractNumId w:val="22"/>
  </w:num>
  <w:num w:numId="17" w16cid:durableId="961880932">
    <w:abstractNumId w:val="23"/>
  </w:num>
  <w:num w:numId="18" w16cid:durableId="195044701">
    <w:abstractNumId w:val="10"/>
  </w:num>
  <w:num w:numId="19" w16cid:durableId="1103502263">
    <w:abstractNumId w:val="9"/>
  </w:num>
  <w:num w:numId="20" w16cid:durableId="570890371">
    <w:abstractNumId w:val="6"/>
  </w:num>
  <w:num w:numId="21" w16cid:durableId="1273632295">
    <w:abstractNumId w:val="21"/>
  </w:num>
  <w:num w:numId="22" w16cid:durableId="343871208">
    <w:abstractNumId w:val="15"/>
  </w:num>
  <w:num w:numId="23" w16cid:durableId="55322258">
    <w:abstractNumId w:val="14"/>
  </w:num>
  <w:num w:numId="24" w16cid:durableId="5449453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7A7"/>
    <w:rsid w:val="0000137F"/>
    <w:rsid w:val="00010290"/>
    <w:rsid w:val="00025826"/>
    <w:rsid w:val="00047674"/>
    <w:rsid w:val="0005496F"/>
    <w:rsid w:val="00070669"/>
    <w:rsid w:val="00072962"/>
    <w:rsid w:val="000D5CCE"/>
    <w:rsid w:val="00146BD6"/>
    <w:rsid w:val="00171ADC"/>
    <w:rsid w:val="00193F48"/>
    <w:rsid w:val="001A22AE"/>
    <w:rsid w:val="001A3650"/>
    <w:rsid w:val="001B189C"/>
    <w:rsid w:val="0020000D"/>
    <w:rsid w:val="002117A7"/>
    <w:rsid w:val="002720E9"/>
    <w:rsid w:val="00272B01"/>
    <w:rsid w:val="002946EC"/>
    <w:rsid w:val="00296AFD"/>
    <w:rsid w:val="00297130"/>
    <w:rsid w:val="002D0BB7"/>
    <w:rsid w:val="002D3617"/>
    <w:rsid w:val="002E41FC"/>
    <w:rsid w:val="002F12C8"/>
    <w:rsid w:val="00341605"/>
    <w:rsid w:val="003760E2"/>
    <w:rsid w:val="003B67B7"/>
    <w:rsid w:val="00420678"/>
    <w:rsid w:val="004A70D2"/>
    <w:rsid w:val="004C3D70"/>
    <w:rsid w:val="004C5EB1"/>
    <w:rsid w:val="004E14E1"/>
    <w:rsid w:val="004E1FBC"/>
    <w:rsid w:val="004F0A4B"/>
    <w:rsid w:val="005223B0"/>
    <w:rsid w:val="0057554F"/>
    <w:rsid w:val="00583843"/>
    <w:rsid w:val="005B18B8"/>
    <w:rsid w:val="005D2768"/>
    <w:rsid w:val="006E0799"/>
    <w:rsid w:val="006E2144"/>
    <w:rsid w:val="006F39C5"/>
    <w:rsid w:val="006F3ACC"/>
    <w:rsid w:val="006F78A1"/>
    <w:rsid w:val="007049AD"/>
    <w:rsid w:val="00725BA0"/>
    <w:rsid w:val="00752162"/>
    <w:rsid w:val="007923B7"/>
    <w:rsid w:val="007A1BA5"/>
    <w:rsid w:val="007B7778"/>
    <w:rsid w:val="0083170A"/>
    <w:rsid w:val="00882D69"/>
    <w:rsid w:val="00904410"/>
    <w:rsid w:val="00906161"/>
    <w:rsid w:val="0094722E"/>
    <w:rsid w:val="00955E5C"/>
    <w:rsid w:val="00A07645"/>
    <w:rsid w:val="00A46C34"/>
    <w:rsid w:val="00A92C69"/>
    <w:rsid w:val="00AA1427"/>
    <w:rsid w:val="00AA3B35"/>
    <w:rsid w:val="00AD6BF5"/>
    <w:rsid w:val="00B41319"/>
    <w:rsid w:val="00BF7CB9"/>
    <w:rsid w:val="00C25756"/>
    <w:rsid w:val="00C3025E"/>
    <w:rsid w:val="00C92919"/>
    <w:rsid w:val="00CC20A0"/>
    <w:rsid w:val="00CE5C33"/>
    <w:rsid w:val="00D868E5"/>
    <w:rsid w:val="00D948A1"/>
    <w:rsid w:val="00DA6A63"/>
    <w:rsid w:val="00DF16DE"/>
    <w:rsid w:val="00E03B6C"/>
    <w:rsid w:val="00E32297"/>
    <w:rsid w:val="00E7459F"/>
    <w:rsid w:val="00EA037F"/>
    <w:rsid w:val="00F1292C"/>
    <w:rsid w:val="00F14BAF"/>
    <w:rsid w:val="00F3540F"/>
    <w:rsid w:val="00F5079C"/>
    <w:rsid w:val="00F87514"/>
    <w:rsid w:val="00FC5ECB"/>
    <w:rsid w:val="00FD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956502"/>
  <w15:docId w15:val="{25DEDF24-0B5E-432E-9BAC-D7AD1982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E41FC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rsid w:val="002E41FC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2E41FC"/>
  </w:style>
  <w:style w:type="paragraph" w:styleId="Pis">
    <w:name w:val="header"/>
    <w:basedOn w:val="Normaallaad"/>
    <w:rsid w:val="004E14E1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link w:val="JutumullitekstMrk"/>
    <w:rsid w:val="00BF7CB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BF7CB9"/>
    <w:rPr>
      <w:rFonts w:ascii="Tahoma" w:hAnsi="Tahoma" w:cs="Tahoma"/>
      <w:sz w:val="16"/>
      <w:szCs w:val="16"/>
      <w:lang w:eastAsia="en-US"/>
    </w:rPr>
  </w:style>
  <w:style w:type="character" w:customStyle="1" w:styleId="JalusMrk">
    <w:name w:val="Jalus Märk"/>
    <w:basedOn w:val="Liguvaikefont"/>
    <w:link w:val="Jalus"/>
    <w:rsid w:val="007049AD"/>
    <w:rPr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7049AD"/>
    <w:pPr>
      <w:ind w:left="720"/>
      <w:contextualSpacing/>
    </w:pPr>
  </w:style>
  <w:style w:type="character" w:styleId="Kommentaariviide">
    <w:name w:val="annotation reference"/>
    <w:basedOn w:val="Liguvaikefont"/>
    <w:rsid w:val="0001029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01029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010290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01029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010290"/>
    <w:rPr>
      <w:b/>
      <w:bCs/>
      <w:lang w:eastAsia="en-US"/>
    </w:rPr>
  </w:style>
  <w:style w:type="paragraph" w:styleId="Allmrkusetekst">
    <w:name w:val="footnote text"/>
    <w:basedOn w:val="Normaallaad"/>
    <w:link w:val="AllmrkusetekstMrk"/>
    <w:semiHidden/>
    <w:unhideWhenUsed/>
    <w:rsid w:val="0034160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semiHidden/>
    <w:rsid w:val="00341605"/>
    <w:rPr>
      <w:lang w:eastAsia="en-US"/>
    </w:rPr>
  </w:style>
  <w:style w:type="character" w:styleId="Allmrkuseviide">
    <w:name w:val="footnote reference"/>
    <w:basedOn w:val="Liguvaikefont"/>
    <w:semiHidden/>
    <w:unhideWhenUsed/>
    <w:rsid w:val="00341605"/>
    <w:rPr>
      <w:vertAlign w:val="superscript"/>
    </w:rPr>
  </w:style>
  <w:style w:type="table" w:styleId="Kontuurtabel">
    <w:name w:val="Table Grid"/>
    <w:basedOn w:val="Normaaltabel"/>
    <w:rsid w:val="0034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semiHidden/>
    <w:unhideWhenUsed/>
    <w:rsid w:val="00D948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diA\RKAS%20Pilv\2.%20HALDUS%20Kadi\Paju%202\Lisa%204_&#220;&#252;ripinna%20&#252;leandmise-vastuv&#245;tmise%20akt%20Paju%202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B6F9B59C761644A96BF7951B82DD8D" ma:contentTypeVersion="12" ma:contentTypeDescription="Loo uus dokument" ma:contentTypeScope="" ma:versionID="5fbb83010fcac003ce0e5abfbe862662">
  <xsd:schema xmlns:xsd="http://www.w3.org/2001/XMLSchema" xmlns:xs="http://www.w3.org/2001/XMLSchema" xmlns:p="http://schemas.microsoft.com/office/2006/metadata/properties" xmlns:ns3="0cb84fba-2ba4-4ee5-90b8-643423761ace" xmlns:ns4="b0fd1cd4-45f3-4276-a488-7fb474e28922" targetNamespace="http://schemas.microsoft.com/office/2006/metadata/properties" ma:root="true" ma:fieldsID="bb4c730f87334dfcd55a98aa18338ea2" ns3:_="" ns4:_="">
    <xsd:import namespace="0cb84fba-2ba4-4ee5-90b8-643423761ace"/>
    <xsd:import namespace="b0fd1cd4-45f3-4276-a488-7fb474e289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b84fba-2ba4-4ee5-90b8-643423761a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Vihjeräsi jagami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d1cd4-45f3-4276-a488-7fb474e289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activity xmlns="b0fd1cd4-45f3-4276-a488-7fb474e28922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76F8B6C-932A-4F61-96E3-E3F0BEFAC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b84fba-2ba4-4ee5-90b8-643423761ace"/>
    <ds:schemaRef ds:uri="b0fd1cd4-45f3-4276-a488-7fb474e289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36DC36-EA6D-4A57-B70F-F06497E97D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C22FE6-ED8C-4805-A41B-BE6A669A38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A23BFA-7F56-4D35-AC9E-3012268A00B7}">
  <ds:schemaRefs>
    <ds:schemaRef ds:uri="http://schemas.microsoft.com/office/2006/metadata/properties"/>
    <ds:schemaRef ds:uri="b0fd1cd4-45f3-4276-a488-7fb474e28922"/>
  </ds:schemaRefs>
</ds:datastoreItem>
</file>

<file path=customXml/itemProps5.xml><?xml version="1.0" encoding="utf-8"?>
<ds:datastoreItem xmlns:ds="http://schemas.openxmlformats.org/officeDocument/2006/customXml" ds:itemID="{FC3AA55E-4BAE-486A-868A-4C14519B37E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4_Üüripinna üleandmise-vastuvõtmise akt Paju 2</Template>
  <TotalTime>1</TotalTime>
  <Pages>2</Pages>
  <Words>213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Üüripinna üleandmise-vastuvõtmise akt</vt:lpstr>
      <vt:lpstr>Akt üüripinna üleandmise-vastuvõtmise kohta</vt:lpstr>
    </vt:vector>
  </TitlesOfParts>
  <Company>Riigi Kinnisvara AS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Üüripinna üleandmise-vastuvõtmise akt</dc:title>
  <dc:creator>Kadi Adson</dc:creator>
  <cp:lastModifiedBy>Ragnar Savvi</cp:lastModifiedBy>
  <cp:revision>2</cp:revision>
  <dcterms:created xsi:type="dcterms:W3CDTF">2024-02-28T12:50:00Z</dcterms:created>
  <dcterms:modified xsi:type="dcterms:W3CDTF">2024-02-28T12:50:00Z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0x010100A0B6F9B59C761644A96BF7951B82DD8D</vt:lpwstr>
  </property>
  <property fmtid="{D5CDD505-2E9C-101B-9397-08002B2CF9AE}" pid="4" name="Valdkond">
    <vt:lpwstr>01_Kinnisvara haldamine ja hooldamine</vt:lpwstr>
  </property>
  <property fmtid="{D5CDD505-2E9C-101B-9397-08002B2CF9AE}" pid="5" name="Dokumendi haldur">
    <vt:lpwstr>Haldusosakonna juhataja</vt:lpwstr>
  </property>
  <property fmtid="{D5CDD505-2E9C-101B-9397-08002B2CF9AE}" pid="6" name="Arhiveeritud">
    <vt:lpwstr>false</vt:lpwstr>
  </property>
  <property fmtid="{D5CDD505-2E9C-101B-9397-08002B2CF9AE}" pid="7" name="Kinnitatud">
    <vt:lpwstr>2015-07-30T21:00:00+00:00</vt:lpwstr>
  </property>
  <property fmtid="{D5CDD505-2E9C-101B-9397-08002B2CF9AE}" pid="8" name="Tähis">
    <vt:lpwstr>HAL.1.5.</vt:lpwstr>
  </property>
  <property fmtid="{D5CDD505-2E9C-101B-9397-08002B2CF9AE}" pid="9" name="Dokumendi liik">
    <vt:lpwstr>Vorm</vt:lpwstr>
  </property>
  <property fmtid="{D5CDD505-2E9C-101B-9397-08002B2CF9AE}" pid="10" name="Versiooni nr">
    <vt:lpwstr>01</vt:lpwstr>
  </property>
  <property fmtid="{D5CDD505-2E9C-101B-9397-08002B2CF9AE}" pid="11" name="Viimati muudetud">
    <vt:lpwstr>2016-09-21T21:00:00+00:00</vt:lpwstr>
  </property>
  <property fmtid="{D5CDD505-2E9C-101B-9397-08002B2CF9AE}" pid="12" name="Order">
    <vt:r8>3188700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ComplianceAssetId">
    <vt:lpwstr/>
  </property>
  <property fmtid="{D5CDD505-2E9C-101B-9397-08002B2CF9AE}" pid="18" name="TemplateUrl">
    <vt:lpwstr/>
  </property>
</Properties>
</file>